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="00340A12">
        <w:t>„</w:t>
      </w:r>
      <w:r w:rsidR="00340A12" w:rsidRPr="00340A12">
        <w:t xml:space="preserve">Kolejové úpravy v </w:t>
      </w:r>
      <w:proofErr w:type="spellStart"/>
      <w:r w:rsidR="00340A12" w:rsidRPr="00340A12">
        <w:t>žst</w:t>
      </w:r>
      <w:proofErr w:type="spellEnd"/>
      <w:r w:rsidR="00340A12" w:rsidRPr="00340A12">
        <w:t>. Žďár nad Sázavou</w:t>
      </w:r>
      <w:r w:rsidR="00340A12">
        <w:t>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a </w:t>
      </w:r>
      <w:bookmarkStart w:id="0" w:name="_GoBack"/>
      <w:bookmarkEnd w:id="0"/>
      <w:r>
        <w:t xml:space="preserve">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lastRenderedPageBreak/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46D" w:rsidRDefault="0008246D" w:rsidP="00962258">
      <w:pPr>
        <w:spacing w:after="0" w:line="240" w:lineRule="auto"/>
      </w:pPr>
      <w:r>
        <w:separator/>
      </w:r>
    </w:p>
  </w:endnote>
  <w:endnote w:type="continuationSeparator" w:id="0">
    <w:p w:rsidR="0008246D" w:rsidRDefault="000824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0A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0A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39" w:rsidRPr="00D872AE" w:rsidRDefault="00D872AE" w:rsidP="00D872AE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1DC14404" wp14:editId="1A5B0F78">
          <wp:simplePos x="0" y="0"/>
          <wp:positionH relativeFrom="column">
            <wp:posOffset>-189230</wp:posOffset>
          </wp:positionH>
          <wp:positionV relativeFrom="paragraph">
            <wp:posOffset>-949325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46D" w:rsidRDefault="0008246D" w:rsidP="00962258">
      <w:pPr>
        <w:spacing w:after="0" w:line="240" w:lineRule="auto"/>
      </w:pPr>
      <w:r>
        <w:separator/>
      </w:r>
    </w:p>
  </w:footnote>
  <w:footnote w:type="continuationSeparator" w:id="0">
    <w:p w:rsidR="0008246D" w:rsidRDefault="000824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8246D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0A12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872AE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E46D10-6A3F-4443-B5C4-23650CC4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49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16</cp:revision>
  <cp:lastPrinted>2019-03-12T14:23:00Z</cp:lastPrinted>
  <dcterms:created xsi:type="dcterms:W3CDTF">2019-03-07T15:18:00Z</dcterms:created>
  <dcterms:modified xsi:type="dcterms:W3CDTF">2019-07-04T09:46:00Z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